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6C" w:rsidRPr="006F54F4" w:rsidRDefault="0056026C" w:rsidP="00DB2FF0">
      <w:pPr>
        <w:spacing w:after="0" w:line="240" w:lineRule="auto"/>
        <w:ind w:firstLine="720"/>
        <w:jc w:val="center"/>
        <w:outlineLvl w:val="1"/>
        <w:rPr>
          <w:rFonts w:ascii="Cambria" w:hAnsi="Cambria"/>
          <w:b/>
          <w:bCs/>
          <w:sz w:val="28"/>
          <w:szCs w:val="28"/>
          <w:lang w:val="uk-UA"/>
        </w:rPr>
      </w:pPr>
      <w:r w:rsidRPr="006F54F4">
        <w:rPr>
          <w:rFonts w:ascii="Cambria" w:hAnsi="Cambria"/>
          <w:b/>
          <w:bCs/>
          <w:sz w:val="28"/>
          <w:szCs w:val="28"/>
          <w:lang w:val="uk-UA"/>
        </w:rPr>
        <w:t>Лекція 3</w:t>
      </w:r>
    </w:p>
    <w:p w:rsidR="0056026C" w:rsidRPr="006F54F4" w:rsidRDefault="0056026C" w:rsidP="00DB2FF0">
      <w:pPr>
        <w:spacing w:after="0" w:line="240" w:lineRule="auto"/>
        <w:ind w:firstLine="720"/>
        <w:jc w:val="center"/>
        <w:outlineLvl w:val="1"/>
        <w:rPr>
          <w:rFonts w:ascii="Cambria" w:hAnsi="Cambria"/>
          <w:b/>
          <w:bCs/>
          <w:sz w:val="28"/>
          <w:szCs w:val="28"/>
          <w:lang w:val="uk-UA"/>
        </w:rPr>
      </w:pPr>
      <w:r w:rsidRPr="006F54F4">
        <w:rPr>
          <w:rFonts w:ascii="Cambria" w:hAnsi="Cambria"/>
          <w:b/>
          <w:bCs/>
          <w:sz w:val="28"/>
          <w:szCs w:val="28"/>
          <w:lang w:val="uk-UA"/>
        </w:rPr>
        <w:t>ІСТОРІЯ ЄВРОІНТЕГРАЦІЇ УКРАЇНИ</w:t>
      </w:r>
    </w:p>
    <w:p w:rsidR="0056026C" w:rsidRPr="006F54F4" w:rsidRDefault="0056026C" w:rsidP="00BE4E22">
      <w:pPr>
        <w:spacing w:after="0" w:line="240" w:lineRule="auto"/>
        <w:jc w:val="both"/>
        <w:rPr>
          <w:rFonts w:ascii="Cambria" w:hAnsi="Cambria"/>
          <w:b/>
          <w:sz w:val="28"/>
          <w:szCs w:val="28"/>
          <w:lang w:val="uk-UA"/>
        </w:rPr>
      </w:pPr>
      <w:r w:rsidRPr="006F54F4">
        <w:rPr>
          <w:rFonts w:ascii="Cambria" w:hAnsi="Cambria"/>
          <w:b/>
          <w:sz w:val="28"/>
          <w:szCs w:val="28"/>
          <w:lang w:val="uk-UA"/>
        </w:rPr>
        <w:t>ТЕСТИ</w:t>
      </w:r>
    </w:p>
    <w:p w:rsidR="0056026C" w:rsidRPr="006F54F4" w:rsidRDefault="0056026C" w:rsidP="00AE140D">
      <w:pPr>
        <w:pStyle w:val="ListParagraph"/>
        <w:spacing w:after="0" w:line="240" w:lineRule="auto"/>
        <w:jc w:val="both"/>
        <w:rPr>
          <w:rFonts w:ascii="Cambria" w:hAnsi="Cambria"/>
          <w:b/>
          <w:i/>
          <w:color w:val="FF0000"/>
          <w:sz w:val="28"/>
          <w:szCs w:val="28"/>
        </w:rPr>
      </w:pPr>
    </w:p>
    <w:p w:rsidR="0056026C" w:rsidRPr="006F54F4" w:rsidRDefault="0056026C" w:rsidP="00A43E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</w:rPr>
      </w:pPr>
      <w:r w:rsidRPr="006F54F4">
        <w:rPr>
          <w:rFonts w:ascii="Cambria" w:hAnsi="Cambria"/>
          <w:b/>
          <w:i/>
          <w:sz w:val="28"/>
          <w:szCs w:val="28"/>
          <w:lang w:val="uk-UA"/>
        </w:rPr>
        <w:t>Зазначте вірну відповідь щодо того, коли Рада Євросоюзу ухв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а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лила загальну позицію по Україні:</w:t>
      </w:r>
    </w:p>
    <w:p w:rsidR="0056026C" w:rsidRPr="006F54F4" w:rsidRDefault="0056026C" w:rsidP="00B81B05">
      <w:pPr>
        <w:pStyle w:val="NormalWeb"/>
        <w:numPr>
          <w:ilvl w:val="0"/>
          <w:numId w:val="2"/>
        </w:numPr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 w:rsidRPr="006F54F4">
        <w:rPr>
          <w:rFonts w:ascii="Cambria" w:hAnsi="Cambria" w:cs="Arial"/>
          <w:sz w:val="28"/>
          <w:szCs w:val="28"/>
          <w:lang w:val="uk-UA"/>
        </w:rPr>
        <w:t>У 1994 році</w:t>
      </w:r>
    </w:p>
    <w:p w:rsidR="0056026C" w:rsidRPr="006F54F4" w:rsidRDefault="0056026C" w:rsidP="00B81B05">
      <w:pPr>
        <w:pStyle w:val="NormalWeb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 w:rsidRPr="006F54F4">
        <w:rPr>
          <w:rFonts w:ascii="Cambria" w:hAnsi="Cambria" w:cs="Arial"/>
          <w:sz w:val="28"/>
          <w:szCs w:val="28"/>
          <w:lang w:val="uk-UA"/>
        </w:rPr>
        <w:t xml:space="preserve">  У 1995 році</w:t>
      </w:r>
    </w:p>
    <w:p w:rsidR="0056026C" w:rsidRPr="006F54F4" w:rsidRDefault="0056026C" w:rsidP="00B81B05">
      <w:pPr>
        <w:pStyle w:val="NormalWeb"/>
        <w:numPr>
          <w:ilvl w:val="0"/>
          <w:numId w:val="2"/>
        </w:numPr>
        <w:tabs>
          <w:tab w:val="left" w:pos="1134"/>
        </w:tabs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 w:rsidRPr="006F54F4">
        <w:rPr>
          <w:rFonts w:ascii="Cambria" w:hAnsi="Cambria" w:cs="Arial"/>
          <w:sz w:val="28"/>
          <w:szCs w:val="28"/>
          <w:lang w:val="uk-UA"/>
        </w:rPr>
        <w:t xml:space="preserve">  У 1998 році</w:t>
      </w:r>
    </w:p>
    <w:p w:rsidR="0056026C" w:rsidRPr="006F54F4" w:rsidRDefault="0056026C" w:rsidP="00B81B05">
      <w:pPr>
        <w:pStyle w:val="ListParagraph"/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Немає вірної відповіді</w:t>
      </w:r>
    </w:p>
    <w:p w:rsidR="0056026C" w:rsidRPr="006F54F4" w:rsidRDefault="0056026C" w:rsidP="00C30A5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F54F4">
        <w:rPr>
          <w:rFonts w:ascii="Cambria" w:hAnsi="Cambria"/>
          <w:b/>
          <w:i/>
          <w:sz w:val="28"/>
          <w:szCs w:val="28"/>
          <w:lang w:val="uk-UA"/>
        </w:rPr>
        <w:t>Зазначте вірну відповідь щодо того, коли Єврокомисія пре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д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ставила на розгляд Європарламенту План дій по Україні:</w:t>
      </w:r>
    </w:p>
    <w:p w:rsidR="0056026C" w:rsidRPr="006F54F4" w:rsidRDefault="0056026C" w:rsidP="00B81B05">
      <w:pPr>
        <w:pStyle w:val="ListParagraph"/>
        <w:numPr>
          <w:ilvl w:val="0"/>
          <w:numId w:val="3"/>
        </w:numPr>
        <w:tabs>
          <w:tab w:val="left" w:pos="1276"/>
        </w:tabs>
        <w:spacing w:after="0" w:line="240" w:lineRule="auto"/>
        <w:ind w:firstLine="131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У 1995 році</w:t>
      </w:r>
    </w:p>
    <w:p w:rsidR="0056026C" w:rsidRPr="006F54F4" w:rsidRDefault="0056026C" w:rsidP="00B81B05">
      <w:pPr>
        <w:pStyle w:val="ListParagraph"/>
        <w:numPr>
          <w:ilvl w:val="0"/>
          <w:numId w:val="3"/>
        </w:numPr>
        <w:tabs>
          <w:tab w:val="left" w:pos="1276"/>
        </w:tabs>
        <w:spacing w:after="0" w:line="240" w:lineRule="auto"/>
        <w:ind w:firstLine="131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У 1996 році</w:t>
      </w:r>
    </w:p>
    <w:p w:rsidR="0056026C" w:rsidRPr="006F54F4" w:rsidRDefault="0056026C" w:rsidP="00B81B05">
      <w:pPr>
        <w:pStyle w:val="ListParagraph"/>
        <w:numPr>
          <w:ilvl w:val="0"/>
          <w:numId w:val="3"/>
        </w:numPr>
        <w:tabs>
          <w:tab w:val="left" w:pos="1276"/>
        </w:tabs>
        <w:spacing w:after="0" w:line="240" w:lineRule="auto"/>
        <w:ind w:firstLine="131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У 1998 році</w:t>
      </w:r>
    </w:p>
    <w:p w:rsidR="0056026C" w:rsidRPr="006F54F4" w:rsidRDefault="0056026C" w:rsidP="00B81B05">
      <w:pPr>
        <w:pStyle w:val="ListParagraph"/>
        <w:numPr>
          <w:ilvl w:val="0"/>
          <w:numId w:val="3"/>
        </w:numPr>
        <w:tabs>
          <w:tab w:val="left" w:pos="1276"/>
        </w:tabs>
        <w:spacing w:after="0" w:line="240" w:lineRule="auto"/>
        <w:ind w:firstLine="131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Немає вірної відповіді</w:t>
      </w:r>
    </w:p>
    <w:p w:rsidR="0056026C" w:rsidRPr="006F54F4" w:rsidRDefault="0056026C" w:rsidP="00E44B04">
      <w:pPr>
        <w:pStyle w:val="ListParagraph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F54F4">
        <w:rPr>
          <w:rFonts w:ascii="Cambria" w:hAnsi="Cambria"/>
          <w:b/>
          <w:i/>
          <w:color w:val="FF0000"/>
          <w:sz w:val="28"/>
          <w:szCs w:val="28"/>
          <w:lang w:val="uk-UA"/>
        </w:rPr>
        <w:t xml:space="preserve"> 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Визначте вірні відповіді із зазначеного переліку основних напр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я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мків допомоги українській державі згідно Плану дій по Україні:</w:t>
      </w:r>
    </w:p>
    <w:p w:rsidR="0056026C" w:rsidRPr="006F54F4" w:rsidRDefault="0056026C" w:rsidP="00B81B05">
      <w:pPr>
        <w:pStyle w:val="NormalWeb"/>
        <w:numPr>
          <w:ilvl w:val="0"/>
          <w:numId w:val="4"/>
        </w:numPr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 w:rsidRPr="006F54F4">
        <w:rPr>
          <w:rFonts w:ascii="Cambria" w:hAnsi="Cambria" w:cs="Arial"/>
          <w:sz w:val="28"/>
          <w:szCs w:val="28"/>
          <w:lang w:val="uk-UA"/>
        </w:rPr>
        <w:t>Підтримка економічної реформи в Україні і трансформації українського суспільства</w:t>
      </w:r>
    </w:p>
    <w:p w:rsidR="0056026C" w:rsidRPr="006F54F4" w:rsidRDefault="0056026C" w:rsidP="00B81B05">
      <w:pPr>
        <w:pStyle w:val="NormalWeb"/>
        <w:numPr>
          <w:ilvl w:val="0"/>
          <w:numId w:val="4"/>
        </w:numPr>
        <w:spacing w:before="0" w:beforeAutospacing="0" w:after="0" w:afterAutospacing="0"/>
        <w:ind w:left="1276" w:hanging="425"/>
        <w:jc w:val="both"/>
        <w:rPr>
          <w:rFonts w:ascii="Cambria" w:hAnsi="Cambria" w:cs="Arial"/>
          <w:sz w:val="28"/>
          <w:szCs w:val="28"/>
          <w:lang w:val="uk-UA"/>
        </w:rPr>
      </w:pPr>
      <w:r w:rsidRPr="006F54F4">
        <w:rPr>
          <w:rFonts w:ascii="Cambria" w:hAnsi="Cambria" w:cs="Arial"/>
          <w:sz w:val="28"/>
          <w:szCs w:val="28"/>
          <w:lang w:val="uk-UA"/>
        </w:rPr>
        <w:t>Введення України в європейську систему безпеки і розшире</w:t>
      </w:r>
      <w:r w:rsidRPr="006F54F4">
        <w:rPr>
          <w:rFonts w:ascii="Cambria" w:hAnsi="Cambria" w:cs="Arial"/>
          <w:sz w:val="28"/>
          <w:szCs w:val="28"/>
          <w:lang w:val="uk-UA"/>
        </w:rPr>
        <w:t>н</w:t>
      </w:r>
      <w:r w:rsidRPr="006F54F4">
        <w:rPr>
          <w:rFonts w:ascii="Cambria" w:hAnsi="Cambria" w:cs="Arial"/>
          <w:sz w:val="28"/>
          <w:szCs w:val="28"/>
          <w:lang w:val="uk-UA"/>
        </w:rPr>
        <w:t>ня регіональної співпраці</w:t>
      </w:r>
    </w:p>
    <w:p w:rsidR="0056026C" w:rsidRPr="006F54F4" w:rsidRDefault="0056026C" w:rsidP="00B81B05">
      <w:pPr>
        <w:pStyle w:val="NormalWeb"/>
        <w:numPr>
          <w:ilvl w:val="0"/>
          <w:numId w:val="4"/>
        </w:numPr>
        <w:spacing w:before="0" w:beforeAutospacing="0" w:after="0" w:afterAutospacing="0"/>
        <w:ind w:left="1276" w:hanging="425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 w:cs="Arial"/>
          <w:sz w:val="28"/>
          <w:szCs w:val="28"/>
          <w:lang w:val="uk-UA"/>
        </w:rPr>
        <w:t>Поглиблення договірних відносин і реформа енергетичного сектора</w:t>
      </w:r>
    </w:p>
    <w:p w:rsidR="0056026C" w:rsidRPr="006F54F4" w:rsidRDefault="0056026C" w:rsidP="00B81B05">
      <w:pPr>
        <w:pStyle w:val="NormalWeb"/>
        <w:numPr>
          <w:ilvl w:val="0"/>
          <w:numId w:val="4"/>
        </w:numPr>
        <w:spacing w:before="0" w:beforeAutospacing="0" w:after="0" w:afterAutospacing="0"/>
        <w:ind w:left="1276" w:hanging="425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 w:cs="Arial"/>
          <w:sz w:val="28"/>
          <w:szCs w:val="28"/>
          <w:lang w:val="uk-UA"/>
        </w:rPr>
        <w:t>Поглиблення контактів з Західноєвропейським союзом та вз</w:t>
      </w:r>
      <w:r w:rsidRPr="006F54F4">
        <w:rPr>
          <w:rFonts w:ascii="Cambria" w:hAnsi="Cambria" w:cs="Arial"/>
          <w:sz w:val="28"/>
          <w:szCs w:val="28"/>
          <w:lang w:val="uk-UA"/>
        </w:rPr>
        <w:t>а</w:t>
      </w:r>
      <w:r w:rsidRPr="006F54F4">
        <w:rPr>
          <w:rFonts w:ascii="Cambria" w:hAnsi="Cambria" w:cs="Arial"/>
          <w:sz w:val="28"/>
          <w:szCs w:val="28"/>
          <w:lang w:val="uk-UA"/>
        </w:rPr>
        <w:t>ємодії в рамках ОБСЄ для поступової інтеграції України в євр</w:t>
      </w:r>
      <w:r w:rsidRPr="006F54F4">
        <w:rPr>
          <w:rFonts w:ascii="Cambria" w:hAnsi="Cambria" w:cs="Arial"/>
          <w:sz w:val="28"/>
          <w:szCs w:val="28"/>
          <w:lang w:val="uk-UA"/>
        </w:rPr>
        <w:t>о</w:t>
      </w:r>
      <w:r w:rsidRPr="006F54F4">
        <w:rPr>
          <w:rFonts w:ascii="Cambria" w:hAnsi="Cambria" w:cs="Arial"/>
          <w:sz w:val="28"/>
          <w:szCs w:val="28"/>
          <w:lang w:val="uk-UA"/>
        </w:rPr>
        <w:t>пейську систему безпеки.</w:t>
      </w:r>
    </w:p>
    <w:p w:rsidR="0056026C" w:rsidRPr="006F54F4" w:rsidRDefault="0056026C" w:rsidP="00D22FD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F54F4">
        <w:rPr>
          <w:rFonts w:ascii="Cambria" w:hAnsi="Cambria" w:cs="Arial"/>
          <w:b/>
          <w:i/>
          <w:color w:val="FF0000"/>
          <w:sz w:val="28"/>
          <w:szCs w:val="28"/>
          <w:lang w:val="uk-UA"/>
        </w:rPr>
        <w:t xml:space="preserve"> </w:t>
      </w:r>
      <w:r w:rsidRPr="006F54F4">
        <w:rPr>
          <w:rFonts w:ascii="Cambria" w:hAnsi="Cambria" w:cs="Arial"/>
          <w:b/>
          <w:i/>
          <w:sz w:val="28"/>
          <w:szCs w:val="28"/>
          <w:lang w:val="uk-UA"/>
        </w:rPr>
        <w:t>Зазначте вірну відповідь щодо названих  областей серед осно</w:t>
      </w:r>
      <w:r w:rsidRPr="006F54F4">
        <w:rPr>
          <w:rFonts w:ascii="Cambria" w:hAnsi="Cambria" w:cs="Arial"/>
          <w:b/>
          <w:i/>
          <w:sz w:val="28"/>
          <w:szCs w:val="28"/>
          <w:lang w:val="uk-UA"/>
        </w:rPr>
        <w:t>в</w:t>
      </w:r>
      <w:r w:rsidRPr="006F54F4">
        <w:rPr>
          <w:rFonts w:ascii="Cambria" w:hAnsi="Cambria" w:cs="Arial"/>
          <w:b/>
          <w:i/>
          <w:sz w:val="28"/>
          <w:szCs w:val="28"/>
          <w:lang w:val="uk-UA"/>
        </w:rPr>
        <w:t xml:space="preserve">них пріоритетних реформ в країнах – партнерах і їх співпраці з ЄС: </w:t>
      </w:r>
    </w:p>
    <w:p w:rsidR="0056026C" w:rsidRPr="006F54F4" w:rsidRDefault="0056026C" w:rsidP="00B81B0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Демократія, вдосконалення системи управління і забезпече</w:t>
      </w:r>
      <w:r w:rsidRPr="006F54F4">
        <w:rPr>
          <w:rFonts w:ascii="Cambria" w:hAnsi="Cambria"/>
          <w:sz w:val="28"/>
          <w:szCs w:val="28"/>
          <w:lang w:val="uk-UA"/>
        </w:rPr>
        <w:t>н</w:t>
      </w:r>
      <w:r w:rsidRPr="006F54F4">
        <w:rPr>
          <w:rFonts w:ascii="Cambria" w:hAnsi="Cambria"/>
          <w:sz w:val="28"/>
          <w:szCs w:val="28"/>
          <w:lang w:val="uk-UA"/>
        </w:rPr>
        <w:t>ня стабільності;</w:t>
      </w:r>
    </w:p>
    <w:p w:rsidR="0056026C" w:rsidRPr="006F54F4" w:rsidRDefault="0056026C" w:rsidP="00B81B0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Економічна інтеграція і конвергенція з галузевої економі</w:t>
      </w:r>
      <w:r w:rsidRPr="006F54F4">
        <w:rPr>
          <w:rFonts w:ascii="Cambria" w:hAnsi="Cambria"/>
          <w:sz w:val="28"/>
          <w:szCs w:val="28"/>
          <w:lang w:val="uk-UA"/>
        </w:rPr>
        <w:t>ч</w:t>
      </w:r>
      <w:r w:rsidRPr="006F54F4">
        <w:rPr>
          <w:rFonts w:ascii="Cambria" w:hAnsi="Cambria"/>
          <w:sz w:val="28"/>
          <w:szCs w:val="28"/>
          <w:lang w:val="uk-UA"/>
        </w:rPr>
        <w:t>ною політикою ЄС, включаючи створення зон вільної торгівлі;</w:t>
      </w:r>
    </w:p>
    <w:p w:rsidR="0056026C" w:rsidRPr="006F54F4" w:rsidRDefault="0056026C" w:rsidP="00B81B0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Енергетична безпека;</w:t>
      </w:r>
    </w:p>
    <w:p w:rsidR="0056026C" w:rsidRPr="006F54F4" w:rsidRDefault="0056026C" w:rsidP="00B81B0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mbria" w:hAnsi="Cambria"/>
          <w:i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Розвиток контактів між людьми (лібералізація візового р</w:t>
      </w:r>
      <w:r w:rsidRPr="006F54F4">
        <w:rPr>
          <w:rFonts w:ascii="Cambria" w:hAnsi="Cambria"/>
          <w:sz w:val="28"/>
          <w:szCs w:val="28"/>
          <w:lang w:val="uk-UA"/>
        </w:rPr>
        <w:t>е</w:t>
      </w:r>
      <w:r w:rsidRPr="006F54F4">
        <w:rPr>
          <w:rFonts w:ascii="Cambria" w:hAnsi="Cambria"/>
          <w:sz w:val="28"/>
          <w:szCs w:val="28"/>
          <w:lang w:val="uk-UA"/>
        </w:rPr>
        <w:t>жиму та посилення боротьби з незаконною міграцією).</w:t>
      </w:r>
    </w:p>
    <w:p w:rsidR="0056026C" w:rsidRPr="006F54F4" w:rsidRDefault="0056026C" w:rsidP="00DB143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F54F4">
        <w:rPr>
          <w:rFonts w:ascii="Cambria" w:hAnsi="Cambria"/>
          <w:b/>
          <w:i/>
          <w:sz w:val="28"/>
          <w:szCs w:val="28"/>
          <w:lang w:val="uk-UA"/>
        </w:rPr>
        <w:t>Кабінет міністрів України повідомив про припинення підгот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о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вки до укладення Угоди про асоціацію між Україною та ЄС:</w:t>
      </w:r>
    </w:p>
    <w:p w:rsidR="0056026C" w:rsidRPr="006F54F4" w:rsidRDefault="0056026C" w:rsidP="00B81B0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18 листопада 2013 року</w:t>
      </w:r>
    </w:p>
    <w:p w:rsidR="0056026C" w:rsidRPr="006F54F4" w:rsidRDefault="0056026C" w:rsidP="00B81B0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28-29 листопада 2013 року</w:t>
      </w:r>
    </w:p>
    <w:p w:rsidR="0056026C" w:rsidRPr="006F54F4" w:rsidRDefault="0056026C" w:rsidP="00B81B0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21 листопада 2013 року</w:t>
      </w:r>
    </w:p>
    <w:p w:rsidR="0056026C" w:rsidRPr="006F54F4" w:rsidRDefault="0056026C" w:rsidP="00B81B05">
      <w:pPr>
        <w:pStyle w:val="ListParagraph"/>
        <w:numPr>
          <w:ilvl w:val="0"/>
          <w:numId w:val="5"/>
        </w:numPr>
        <w:spacing w:after="0" w:line="240" w:lineRule="auto"/>
        <w:ind w:left="1701" w:hanging="567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Немає вірної відповіді</w:t>
      </w:r>
    </w:p>
    <w:p w:rsidR="0056026C" w:rsidRPr="006F54F4" w:rsidRDefault="0056026C" w:rsidP="008909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F54F4">
        <w:rPr>
          <w:rFonts w:ascii="Cambria" w:hAnsi="Cambria"/>
          <w:b/>
          <w:i/>
          <w:sz w:val="28"/>
          <w:szCs w:val="28"/>
          <w:lang w:val="uk-UA"/>
        </w:rPr>
        <w:t>Верховна рада схвалила законопроект про ратифікацію Угоди про асоціацію між Україною та Європейським союзом:</w:t>
      </w:r>
    </w:p>
    <w:p w:rsidR="0056026C" w:rsidRPr="006F54F4" w:rsidRDefault="0056026C" w:rsidP="00B81B0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15 липня  2014 року</w:t>
      </w:r>
    </w:p>
    <w:p w:rsidR="0056026C" w:rsidRPr="006F54F4" w:rsidRDefault="0056026C" w:rsidP="00B81B0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12 вересня 2014 року</w:t>
      </w:r>
    </w:p>
    <w:p w:rsidR="0056026C" w:rsidRPr="006F54F4" w:rsidRDefault="0056026C" w:rsidP="00B81B0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16 вересня 2014 року</w:t>
      </w:r>
    </w:p>
    <w:p w:rsidR="0056026C" w:rsidRPr="006F54F4" w:rsidRDefault="0056026C" w:rsidP="00B81B05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Немає вірної відповіді</w:t>
      </w:r>
    </w:p>
    <w:p w:rsidR="0056026C" w:rsidRPr="006F54F4" w:rsidRDefault="0056026C" w:rsidP="008909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F54F4">
        <w:rPr>
          <w:rFonts w:ascii="Cambria" w:hAnsi="Cambria"/>
          <w:b/>
          <w:i/>
          <w:sz w:val="28"/>
          <w:szCs w:val="28"/>
          <w:lang w:val="uk-UA"/>
        </w:rPr>
        <w:t>Президент РФ підписав указ про призупинення з 1 січня 2016 року дії договору про зону вільної торгівлі СНД щодо України:</w:t>
      </w:r>
    </w:p>
    <w:p w:rsidR="0056026C" w:rsidRPr="006F54F4" w:rsidRDefault="0056026C" w:rsidP="00B81B0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16 грудня 2015 року</w:t>
      </w:r>
    </w:p>
    <w:p w:rsidR="0056026C" w:rsidRPr="006F54F4" w:rsidRDefault="0056026C" w:rsidP="00B81B0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 xml:space="preserve">22 грудня 2015 року </w:t>
      </w:r>
    </w:p>
    <w:p w:rsidR="0056026C" w:rsidRPr="006F54F4" w:rsidRDefault="0056026C" w:rsidP="00B81B0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30 грудня 2015 року</w:t>
      </w:r>
    </w:p>
    <w:p w:rsidR="0056026C" w:rsidRPr="006F54F4" w:rsidRDefault="0056026C" w:rsidP="00B81B0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Немає вірної відповіді</w:t>
      </w:r>
    </w:p>
    <w:p w:rsidR="0056026C" w:rsidRPr="006F54F4" w:rsidRDefault="0056026C" w:rsidP="008909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  <w:r w:rsidRPr="006F54F4">
        <w:rPr>
          <w:rFonts w:ascii="Cambria" w:hAnsi="Cambria"/>
          <w:b/>
          <w:i/>
          <w:sz w:val="28"/>
          <w:szCs w:val="28"/>
          <w:lang w:val="uk-UA"/>
        </w:rPr>
        <w:t>Президент РФ 30 грудня Володимир Путін підписав закон про призупинення дії договору про ЗВТ щодо України і указ про ча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с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ткове відновлення з 2016 року дії щодо України договору про ЗВТ в частині митної  мита з експортованого на Україну пр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и</w:t>
      </w:r>
      <w:r w:rsidRPr="006F54F4">
        <w:rPr>
          <w:rFonts w:ascii="Cambria" w:hAnsi="Cambria"/>
          <w:b/>
          <w:i/>
          <w:sz w:val="28"/>
          <w:szCs w:val="28"/>
          <w:lang w:val="uk-UA"/>
        </w:rPr>
        <w:t>родного газу:</w:t>
      </w:r>
    </w:p>
    <w:p w:rsidR="0056026C" w:rsidRPr="006F54F4" w:rsidRDefault="0056026C" w:rsidP="00371EC2">
      <w:pPr>
        <w:pStyle w:val="ListParagraph"/>
        <w:spacing w:after="0" w:line="240" w:lineRule="auto"/>
        <w:ind w:left="644" w:firstLine="349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A.</w:t>
      </w:r>
      <w:r w:rsidRPr="006F54F4">
        <w:rPr>
          <w:rFonts w:ascii="Cambria" w:hAnsi="Cambria"/>
          <w:sz w:val="28"/>
          <w:szCs w:val="28"/>
          <w:lang w:val="uk-UA"/>
        </w:rPr>
        <w:tab/>
        <w:t>16 грудня 2015 року</w:t>
      </w:r>
    </w:p>
    <w:p w:rsidR="0056026C" w:rsidRPr="006F54F4" w:rsidRDefault="0056026C" w:rsidP="00371EC2">
      <w:pPr>
        <w:pStyle w:val="ListParagraph"/>
        <w:spacing w:after="0" w:line="240" w:lineRule="auto"/>
        <w:ind w:left="644" w:firstLine="349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B.</w:t>
      </w:r>
      <w:r w:rsidRPr="006F54F4">
        <w:rPr>
          <w:rFonts w:ascii="Cambria" w:hAnsi="Cambria"/>
          <w:sz w:val="28"/>
          <w:szCs w:val="28"/>
          <w:lang w:val="uk-UA"/>
        </w:rPr>
        <w:tab/>
        <w:t xml:space="preserve">22 грудня 2015 року </w:t>
      </w:r>
    </w:p>
    <w:p w:rsidR="0056026C" w:rsidRPr="006F54F4" w:rsidRDefault="0056026C" w:rsidP="00371EC2">
      <w:pPr>
        <w:pStyle w:val="ListParagraph"/>
        <w:spacing w:after="0" w:line="240" w:lineRule="auto"/>
        <w:ind w:left="644" w:firstLine="349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C.</w:t>
      </w:r>
      <w:r w:rsidRPr="006F54F4">
        <w:rPr>
          <w:rFonts w:ascii="Cambria" w:hAnsi="Cambria"/>
          <w:sz w:val="28"/>
          <w:szCs w:val="28"/>
          <w:lang w:val="uk-UA"/>
        </w:rPr>
        <w:tab/>
        <w:t>30 грудня 2015 року</w:t>
      </w:r>
    </w:p>
    <w:p w:rsidR="0056026C" w:rsidRPr="006F54F4" w:rsidRDefault="0056026C" w:rsidP="00F20BE3">
      <w:pPr>
        <w:pStyle w:val="ListParagraph"/>
        <w:spacing w:after="0" w:line="240" w:lineRule="auto"/>
        <w:ind w:left="644" w:firstLine="349"/>
        <w:jc w:val="both"/>
        <w:rPr>
          <w:rFonts w:ascii="Cambria" w:hAnsi="Cambria"/>
          <w:sz w:val="28"/>
          <w:szCs w:val="28"/>
          <w:lang w:val="uk-UA"/>
        </w:rPr>
      </w:pPr>
      <w:r w:rsidRPr="006F54F4">
        <w:rPr>
          <w:rFonts w:ascii="Cambria" w:hAnsi="Cambria"/>
          <w:sz w:val="28"/>
          <w:szCs w:val="28"/>
          <w:lang w:val="uk-UA"/>
        </w:rPr>
        <w:t>D.</w:t>
      </w:r>
      <w:r w:rsidRPr="006F54F4">
        <w:rPr>
          <w:rFonts w:ascii="Cambria" w:hAnsi="Cambria"/>
          <w:sz w:val="28"/>
          <w:szCs w:val="28"/>
          <w:lang w:val="uk-UA"/>
        </w:rPr>
        <w:tab/>
        <w:t>Немає вірної відповіді</w:t>
      </w:r>
    </w:p>
    <w:p w:rsidR="0056026C" w:rsidRPr="006F54F4" w:rsidRDefault="0056026C" w:rsidP="00F20BE3">
      <w:pPr>
        <w:pStyle w:val="ListParagraph"/>
        <w:numPr>
          <w:ilvl w:val="0"/>
          <w:numId w:val="1"/>
        </w:numPr>
        <w:spacing w:after="0" w:line="240" w:lineRule="auto"/>
        <w:jc w:val="both"/>
        <w:outlineLvl w:val="1"/>
        <w:rPr>
          <w:rFonts w:ascii="Cambria" w:hAnsi="Cambria"/>
          <w:b/>
          <w:bCs/>
          <w:i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/>
          <w:bCs/>
          <w:i/>
          <w:color w:val="000000"/>
          <w:sz w:val="28"/>
          <w:szCs w:val="28"/>
          <w:lang w:val="uk-UA"/>
        </w:rPr>
        <w:t>Визначте вірні відповіді щодо випадків, при яких може бути задіяний механізм екстреної зупинки безвізового режиму для громадян «третіх країн»:</w:t>
      </w:r>
    </w:p>
    <w:p w:rsidR="0056026C" w:rsidRPr="006F54F4" w:rsidRDefault="0056026C" w:rsidP="00B81B05">
      <w:pPr>
        <w:pStyle w:val="ListParagraph"/>
        <w:numPr>
          <w:ilvl w:val="0"/>
          <w:numId w:val="9"/>
        </w:numPr>
        <w:spacing w:after="0" w:line="240" w:lineRule="auto"/>
        <w:jc w:val="both"/>
        <w:outlineLvl w:val="1"/>
        <w:rPr>
          <w:rFonts w:ascii="Cambria" w:hAnsi="Cambria"/>
          <w:bCs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Зростання числа відмов громадянам цих країн у в'їзді в Євр</w:t>
      </w: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о</w:t>
      </w: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союз</w:t>
      </w:r>
    </w:p>
    <w:p w:rsidR="0056026C" w:rsidRPr="006F54F4" w:rsidRDefault="0056026C" w:rsidP="00B81B05">
      <w:pPr>
        <w:pStyle w:val="ListParagraph"/>
        <w:numPr>
          <w:ilvl w:val="0"/>
          <w:numId w:val="9"/>
        </w:numPr>
        <w:spacing w:after="0" w:line="240" w:lineRule="auto"/>
        <w:jc w:val="both"/>
        <w:outlineLvl w:val="1"/>
        <w:rPr>
          <w:rFonts w:ascii="Cambria" w:hAnsi="Cambria"/>
          <w:bCs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Зростання числа необґрунтованих заявок на статус біженця</w:t>
      </w:r>
    </w:p>
    <w:p w:rsidR="0056026C" w:rsidRPr="006F54F4" w:rsidRDefault="0056026C" w:rsidP="00B81B05">
      <w:pPr>
        <w:pStyle w:val="ListParagraph"/>
        <w:numPr>
          <w:ilvl w:val="0"/>
          <w:numId w:val="9"/>
        </w:numPr>
        <w:spacing w:after="0" w:line="240" w:lineRule="auto"/>
        <w:jc w:val="both"/>
        <w:outlineLvl w:val="1"/>
        <w:rPr>
          <w:rFonts w:ascii="Cambria" w:hAnsi="Cambria"/>
          <w:bCs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Відмова влади «третіх країн» співпрацювати в питаннях реп</w:t>
      </w: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а</w:t>
      </w: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тріації</w:t>
      </w:r>
    </w:p>
    <w:p w:rsidR="0056026C" w:rsidRPr="006F54F4" w:rsidRDefault="0056026C" w:rsidP="00B81B05">
      <w:pPr>
        <w:pStyle w:val="ListParagraph"/>
        <w:numPr>
          <w:ilvl w:val="0"/>
          <w:numId w:val="9"/>
        </w:numPr>
        <w:spacing w:after="0" w:line="240" w:lineRule="auto"/>
        <w:jc w:val="both"/>
        <w:outlineLvl w:val="1"/>
        <w:rPr>
          <w:rFonts w:ascii="Cambria" w:hAnsi="Cambria"/>
          <w:bCs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Ризики для внутрішньої безпеки Євросоюзу, пов'язані з гр</w:t>
      </w: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о</w:t>
      </w: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мадянами цих країн</w:t>
      </w:r>
    </w:p>
    <w:p w:rsidR="0056026C" w:rsidRPr="006F54F4" w:rsidRDefault="0056026C" w:rsidP="00F20BE3">
      <w:pPr>
        <w:pStyle w:val="ListParagraph"/>
        <w:numPr>
          <w:ilvl w:val="0"/>
          <w:numId w:val="1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hAnsi="Cambria"/>
          <w:b/>
          <w:bCs/>
          <w:i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/>
          <w:bCs/>
          <w:i/>
          <w:color w:val="000000"/>
          <w:sz w:val="28"/>
          <w:szCs w:val="28"/>
          <w:lang w:val="uk-UA"/>
        </w:rPr>
        <w:t xml:space="preserve">  Документ про введення безвізового режиму для в'їзду гр</w:t>
      </w:r>
      <w:r w:rsidRPr="006F54F4">
        <w:rPr>
          <w:rFonts w:ascii="Cambria" w:hAnsi="Cambria"/>
          <w:b/>
          <w:bCs/>
          <w:i/>
          <w:color w:val="000000"/>
          <w:sz w:val="28"/>
          <w:szCs w:val="28"/>
          <w:lang w:val="uk-UA"/>
        </w:rPr>
        <w:t>о</w:t>
      </w:r>
      <w:r w:rsidRPr="006F54F4">
        <w:rPr>
          <w:rFonts w:ascii="Cambria" w:hAnsi="Cambria"/>
          <w:b/>
          <w:bCs/>
          <w:i/>
          <w:color w:val="000000"/>
          <w:sz w:val="28"/>
          <w:szCs w:val="28"/>
          <w:lang w:val="uk-UA"/>
        </w:rPr>
        <w:t>мадян України в Європу набув чинності:</w:t>
      </w:r>
    </w:p>
    <w:p w:rsidR="0056026C" w:rsidRPr="006F54F4" w:rsidRDefault="0056026C" w:rsidP="00B81B05">
      <w:pPr>
        <w:pStyle w:val="ListParagraph"/>
        <w:numPr>
          <w:ilvl w:val="0"/>
          <w:numId w:val="10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hAnsi="Cambria"/>
          <w:bCs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28 лютого 2017 року</w:t>
      </w:r>
    </w:p>
    <w:p w:rsidR="0056026C" w:rsidRPr="006F54F4" w:rsidRDefault="0056026C" w:rsidP="00B81B05">
      <w:pPr>
        <w:pStyle w:val="ListParagraph"/>
        <w:numPr>
          <w:ilvl w:val="0"/>
          <w:numId w:val="10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hAnsi="Cambria"/>
          <w:bCs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11 травня 2017 року</w:t>
      </w:r>
    </w:p>
    <w:p w:rsidR="0056026C" w:rsidRPr="006F54F4" w:rsidRDefault="0056026C" w:rsidP="00B81B05">
      <w:pPr>
        <w:pStyle w:val="ListParagraph"/>
        <w:numPr>
          <w:ilvl w:val="0"/>
          <w:numId w:val="10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hAnsi="Cambria"/>
          <w:bCs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17 травня 2017 року</w:t>
      </w:r>
    </w:p>
    <w:p w:rsidR="0056026C" w:rsidRPr="006F54F4" w:rsidRDefault="0056026C" w:rsidP="00B81B05">
      <w:pPr>
        <w:pStyle w:val="ListParagraph"/>
        <w:numPr>
          <w:ilvl w:val="0"/>
          <w:numId w:val="10"/>
        </w:numPr>
        <w:tabs>
          <w:tab w:val="left" w:pos="426"/>
          <w:tab w:val="left" w:pos="851"/>
        </w:tabs>
        <w:spacing w:after="0" w:line="240" w:lineRule="auto"/>
        <w:jc w:val="both"/>
        <w:outlineLvl w:val="1"/>
        <w:rPr>
          <w:rFonts w:ascii="Cambria" w:hAnsi="Cambria"/>
          <w:bCs/>
          <w:color w:val="000000"/>
          <w:sz w:val="28"/>
          <w:szCs w:val="28"/>
          <w:lang w:val="uk-UA"/>
        </w:rPr>
      </w:pPr>
      <w:r w:rsidRPr="006F54F4">
        <w:rPr>
          <w:rFonts w:ascii="Cambria" w:hAnsi="Cambria"/>
          <w:bCs/>
          <w:color w:val="000000"/>
          <w:sz w:val="28"/>
          <w:szCs w:val="28"/>
          <w:lang w:val="uk-UA"/>
        </w:rPr>
        <w:t>Немає вірної відповіді</w:t>
      </w:r>
    </w:p>
    <w:p w:rsidR="0056026C" w:rsidRPr="006F54F4" w:rsidRDefault="0056026C" w:rsidP="00F20BE3">
      <w:pPr>
        <w:pStyle w:val="ListParagraph"/>
        <w:tabs>
          <w:tab w:val="left" w:pos="426"/>
          <w:tab w:val="left" w:pos="851"/>
        </w:tabs>
        <w:spacing w:after="0" w:line="240" w:lineRule="auto"/>
        <w:ind w:left="644"/>
        <w:jc w:val="both"/>
        <w:outlineLvl w:val="1"/>
        <w:rPr>
          <w:rFonts w:ascii="Cambria" w:hAnsi="Cambria"/>
          <w:bCs/>
          <w:color w:val="000000"/>
          <w:sz w:val="28"/>
          <w:szCs w:val="28"/>
          <w:lang w:val="uk-UA"/>
        </w:rPr>
      </w:pPr>
    </w:p>
    <w:p w:rsidR="0056026C" w:rsidRPr="006F54F4" w:rsidRDefault="0056026C" w:rsidP="00F20BE3">
      <w:pPr>
        <w:pStyle w:val="ListParagraph"/>
        <w:spacing w:after="0" w:line="240" w:lineRule="auto"/>
        <w:ind w:left="1004"/>
        <w:jc w:val="both"/>
        <w:rPr>
          <w:rFonts w:ascii="Cambria" w:hAnsi="Cambria"/>
          <w:b/>
          <w:i/>
          <w:sz w:val="28"/>
          <w:szCs w:val="28"/>
          <w:lang w:val="uk-UA"/>
        </w:rPr>
      </w:pPr>
    </w:p>
    <w:p w:rsidR="0056026C" w:rsidRPr="006F54F4" w:rsidRDefault="0056026C" w:rsidP="00371EC2">
      <w:pPr>
        <w:pStyle w:val="ListParagraph"/>
        <w:spacing w:after="0" w:line="240" w:lineRule="auto"/>
        <w:jc w:val="both"/>
        <w:rPr>
          <w:rFonts w:ascii="Cambria" w:hAnsi="Cambria"/>
          <w:b/>
          <w:i/>
          <w:sz w:val="28"/>
          <w:szCs w:val="28"/>
          <w:lang w:val="uk-UA"/>
        </w:rPr>
      </w:pPr>
    </w:p>
    <w:p w:rsidR="0056026C" w:rsidRPr="006F54F4" w:rsidRDefault="0056026C" w:rsidP="00371EC2">
      <w:pPr>
        <w:pStyle w:val="ListParagraph"/>
        <w:spacing w:after="0" w:line="240" w:lineRule="auto"/>
        <w:ind w:left="644" w:firstLine="349"/>
        <w:jc w:val="both"/>
        <w:rPr>
          <w:rFonts w:ascii="Cambria" w:hAnsi="Cambria"/>
          <w:b/>
          <w:i/>
          <w:color w:val="FF0000"/>
          <w:sz w:val="28"/>
          <w:szCs w:val="28"/>
          <w:lang w:val="uk-UA"/>
        </w:rPr>
      </w:pPr>
    </w:p>
    <w:p w:rsidR="0056026C" w:rsidRPr="006F54F4" w:rsidRDefault="0056026C" w:rsidP="0089097F">
      <w:pPr>
        <w:pStyle w:val="ListParagraph"/>
        <w:spacing w:after="0" w:line="240" w:lineRule="auto"/>
        <w:ind w:left="644"/>
        <w:jc w:val="both"/>
        <w:rPr>
          <w:rFonts w:ascii="Cambria" w:hAnsi="Cambria"/>
          <w:b/>
          <w:i/>
          <w:color w:val="FF0000"/>
          <w:sz w:val="28"/>
          <w:szCs w:val="28"/>
          <w:lang w:val="uk-UA"/>
        </w:rPr>
      </w:pPr>
    </w:p>
    <w:p w:rsidR="0056026C" w:rsidRPr="006F54F4" w:rsidRDefault="0056026C" w:rsidP="0089097F">
      <w:pPr>
        <w:pStyle w:val="ListParagraph"/>
        <w:spacing w:after="0" w:line="240" w:lineRule="auto"/>
        <w:ind w:left="644"/>
        <w:jc w:val="both"/>
        <w:rPr>
          <w:rFonts w:ascii="Cambria" w:hAnsi="Cambria"/>
          <w:b/>
          <w:i/>
          <w:color w:val="FF0000"/>
          <w:sz w:val="28"/>
          <w:szCs w:val="28"/>
          <w:lang w:val="uk-UA"/>
        </w:rPr>
      </w:pPr>
    </w:p>
    <w:p w:rsidR="0056026C" w:rsidRPr="006F54F4" w:rsidRDefault="0056026C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color w:val="000000"/>
          <w:sz w:val="28"/>
          <w:szCs w:val="28"/>
          <w:lang w:val="en-US"/>
        </w:rPr>
      </w:pPr>
    </w:p>
    <w:p w:rsidR="0056026C" w:rsidRPr="006F54F4" w:rsidRDefault="0056026C" w:rsidP="00DC1CC1">
      <w:pPr>
        <w:shd w:val="clear" w:color="auto" w:fill="FFFFFF"/>
        <w:tabs>
          <w:tab w:val="left" w:pos="993"/>
          <w:tab w:val="left" w:pos="1134"/>
          <w:tab w:val="left" w:pos="1985"/>
        </w:tabs>
        <w:spacing w:after="0" w:line="240" w:lineRule="auto"/>
        <w:jc w:val="both"/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</w:pPr>
      <w:r w:rsidRPr="006F54F4"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  <w:t>ЕКЗАМЕНАЦІЙНІ ПИТАНННЯ</w:t>
      </w:r>
    </w:p>
    <w:p w:rsidR="0056026C" w:rsidRPr="006F54F4" w:rsidRDefault="0056026C" w:rsidP="004408FF">
      <w:pPr>
        <w:shd w:val="clear" w:color="auto" w:fill="FFFFFF"/>
        <w:tabs>
          <w:tab w:val="left" w:pos="993"/>
          <w:tab w:val="left" w:pos="1134"/>
        </w:tabs>
        <w:spacing w:after="0" w:line="240" w:lineRule="auto"/>
        <w:jc w:val="both"/>
        <w:rPr>
          <w:rFonts w:ascii="Cambria" w:hAnsi="Cambria" w:cs="Tahoma"/>
          <w:b/>
          <w:bCs/>
          <w:iCs/>
          <w:color w:val="000000"/>
          <w:sz w:val="28"/>
          <w:szCs w:val="28"/>
          <w:lang w:val="en-US"/>
        </w:rPr>
      </w:pPr>
    </w:p>
    <w:p w:rsidR="0056026C" w:rsidRPr="006F54F4" w:rsidRDefault="0056026C" w:rsidP="002C04F1">
      <w:pPr>
        <w:pStyle w:val="ListParagraph"/>
        <w:numPr>
          <w:ilvl w:val="0"/>
          <w:numId w:val="11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</w:pPr>
      <w:r w:rsidRPr="006F54F4"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  <w:t>Становлення відносин України і ЄС.</w:t>
      </w:r>
    </w:p>
    <w:p w:rsidR="0056026C" w:rsidRPr="006F54F4" w:rsidRDefault="0056026C" w:rsidP="002C04F1">
      <w:pPr>
        <w:pStyle w:val="ListParagraph"/>
        <w:numPr>
          <w:ilvl w:val="0"/>
          <w:numId w:val="11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</w:pPr>
      <w:r w:rsidRPr="006F54F4"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  <w:t>Угода про партнерство та співробітництво 1994 - 2008 рр.</w:t>
      </w:r>
    </w:p>
    <w:p w:rsidR="0056026C" w:rsidRPr="006F54F4" w:rsidRDefault="0056026C" w:rsidP="002C04F1">
      <w:pPr>
        <w:pStyle w:val="ListParagraph"/>
        <w:numPr>
          <w:ilvl w:val="0"/>
          <w:numId w:val="11"/>
        </w:numPr>
        <w:shd w:val="clear" w:color="auto" w:fill="FFFFFF"/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</w:pPr>
      <w:r w:rsidRPr="006F54F4"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  <w:t>Євроінтеграція у зовнішньополітичних планах українського к</w:t>
      </w:r>
      <w:r w:rsidRPr="006F54F4"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  <w:t>е</w:t>
      </w:r>
      <w:r w:rsidRPr="006F54F4"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  <w:t>рівництва</w:t>
      </w:r>
    </w:p>
    <w:p w:rsidR="0056026C" w:rsidRPr="006F54F4" w:rsidRDefault="0056026C" w:rsidP="002C04F1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567" w:hanging="567"/>
        <w:jc w:val="both"/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</w:pPr>
      <w:r w:rsidRPr="006F54F4"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  <w:t>4.  Угода про асоціацію між Україною та Європейським союзом (з 2014 року)</w:t>
      </w:r>
    </w:p>
    <w:p w:rsidR="0056026C" w:rsidRPr="006F54F4" w:rsidRDefault="0056026C" w:rsidP="002C04F1">
      <w:pPr>
        <w:shd w:val="clear" w:color="auto" w:fill="FFFFFF"/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jc w:val="both"/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</w:pPr>
      <w:r w:rsidRPr="006F54F4">
        <w:rPr>
          <w:rFonts w:ascii="Cambria" w:hAnsi="Cambria" w:cs="Tahoma"/>
          <w:b/>
          <w:bCs/>
          <w:iCs/>
          <w:color w:val="000000"/>
          <w:sz w:val="28"/>
          <w:szCs w:val="28"/>
          <w:lang w:val="uk-UA"/>
        </w:rPr>
        <w:t>5.    Введення безвізового режиму</w:t>
      </w:r>
    </w:p>
    <w:p w:rsidR="0056026C" w:rsidRPr="006F54F4" w:rsidRDefault="0056026C" w:rsidP="004408FF">
      <w:pPr>
        <w:shd w:val="clear" w:color="auto" w:fill="FFFFFF"/>
        <w:tabs>
          <w:tab w:val="left" w:pos="567"/>
          <w:tab w:val="left" w:pos="993"/>
          <w:tab w:val="left" w:pos="1134"/>
          <w:tab w:val="left" w:pos="1985"/>
        </w:tabs>
        <w:spacing w:after="0" w:line="360" w:lineRule="auto"/>
        <w:ind w:firstLine="992"/>
        <w:jc w:val="both"/>
        <w:rPr>
          <w:rFonts w:ascii="Cambria" w:hAnsi="Cambria" w:cs="Tahoma"/>
          <w:b/>
          <w:bCs/>
          <w:iCs/>
          <w:color w:val="000000"/>
          <w:sz w:val="28"/>
          <w:szCs w:val="28"/>
          <w:lang w:val="en-US"/>
        </w:rPr>
      </w:pPr>
    </w:p>
    <w:sectPr w:rsidR="0056026C" w:rsidRPr="006F54F4" w:rsidSect="00EB5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5AF3"/>
    <w:multiLevelType w:val="hybridMultilevel"/>
    <w:tmpl w:val="D4BA8412"/>
    <w:lvl w:ilvl="0" w:tplc="04190015">
      <w:start w:val="1"/>
      <w:numFmt w:val="upperLetter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1E9D22D5"/>
    <w:multiLevelType w:val="hybridMultilevel"/>
    <w:tmpl w:val="18420C24"/>
    <w:lvl w:ilvl="0" w:tplc="04190015">
      <w:start w:val="1"/>
      <w:numFmt w:val="upperLetter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">
    <w:nsid w:val="40B47FDC"/>
    <w:multiLevelType w:val="hybridMultilevel"/>
    <w:tmpl w:val="BD18B8FA"/>
    <w:lvl w:ilvl="0" w:tplc="04190015">
      <w:start w:val="1"/>
      <w:numFmt w:val="upperLetter"/>
      <w:lvlText w:val="%1."/>
      <w:lvlJc w:val="left"/>
      <w:pPr>
        <w:ind w:left="12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">
    <w:nsid w:val="435E1F40"/>
    <w:multiLevelType w:val="hybridMultilevel"/>
    <w:tmpl w:val="7358943E"/>
    <w:lvl w:ilvl="0" w:tplc="04190015">
      <w:start w:val="1"/>
      <w:numFmt w:val="upperLetter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59696755"/>
    <w:multiLevelType w:val="hybridMultilevel"/>
    <w:tmpl w:val="126E76BA"/>
    <w:lvl w:ilvl="0" w:tplc="1382C00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5CA01DE4"/>
    <w:multiLevelType w:val="hybridMultilevel"/>
    <w:tmpl w:val="DCB227D4"/>
    <w:lvl w:ilvl="0" w:tplc="041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6651032"/>
    <w:multiLevelType w:val="hybridMultilevel"/>
    <w:tmpl w:val="11206D22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B5C059F"/>
    <w:multiLevelType w:val="hybridMultilevel"/>
    <w:tmpl w:val="A7C23352"/>
    <w:lvl w:ilvl="0" w:tplc="041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FAA17DC"/>
    <w:multiLevelType w:val="hybridMultilevel"/>
    <w:tmpl w:val="D29E84D6"/>
    <w:lvl w:ilvl="0" w:tplc="04190015">
      <w:start w:val="1"/>
      <w:numFmt w:val="upperLetter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9">
    <w:nsid w:val="79517245"/>
    <w:multiLevelType w:val="hybridMultilevel"/>
    <w:tmpl w:val="1B4EC20C"/>
    <w:lvl w:ilvl="0" w:tplc="04190015">
      <w:start w:val="1"/>
      <w:numFmt w:val="upperLetter"/>
      <w:lvlText w:val="%1."/>
      <w:lvlJc w:val="left"/>
      <w:pPr>
        <w:ind w:left="136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0">
    <w:nsid w:val="79BD1F2C"/>
    <w:multiLevelType w:val="hybridMultilevel"/>
    <w:tmpl w:val="8918ECC8"/>
    <w:lvl w:ilvl="0" w:tplc="2B50F452">
      <w:start w:val="1"/>
      <w:numFmt w:val="decimal"/>
      <w:lvlText w:val="%1."/>
      <w:lvlJc w:val="left"/>
      <w:pPr>
        <w:ind w:left="135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  <w:num w:numId="11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D93"/>
    <w:rsid w:val="0003099B"/>
    <w:rsid w:val="00083D55"/>
    <w:rsid w:val="0009191F"/>
    <w:rsid w:val="000D5C09"/>
    <w:rsid w:val="000F0D93"/>
    <w:rsid w:val="00186AE7"/>
    <w:rsid w:val="001B6C6E"/>
    <w:rsid w:val="001D78D6"/>
    <w:rsid w:val="00231DAB"/>
    <w:rsid w:val="00246F65"/>
    <w:rsid w:val="002C04F1"/>
    <w:rsid w:val="0033525A"/>
    <w:rsid w:val="003360FF"/>
    <w:rsid w:val="00343F2C"/>
    <w:rsid w:val="00371EC2"/>
    <w:rsid w:val="00372901"/>
    <w:rsid w:val="003972F6"/>
    <w:rsid w:val="003C65FB"/>
    <w:rsid w:val="00436540"/>
    <w:rsid w:val="004408FF"/>
    <w:rsid w:val="00441779"/>
    <w:rsid w:val="00444AB6"/>
    <w:rsid w:val="005044E1"/>
    <w:rsid w:val="005147F5"/>
    <w:rsid w:val="0053774B"/>
    <w:rsid w:val="0056026C"/>
    <w:rsid w:val="00575526"/>
    <w:rsid w:val="005D302F"/>
    <w:rsid w:val="005D3D95"/>
    <w:rsid w:val="006319AD"/>
    <w:rsid w:val="0065706B"/>
    <w:rsid w:val="006A4F20"/>
    <w:rsid w:val="006B2C6D"/>
    <w:rsid w:val="006C039A"/>
    <w:rsid w:val="006C0FF9"/>
    <w:rsid w:val="006C1BB6"/>
    <w:rsid w:val="006F54F4"/>
    <w:rsid w:val="00715785"/>
    <w:rsid w:val="00746C0E"/>
    <w:rsid w:val="00746E79"/>
    <w:rsid w:val="00756EF6"/>
    <w:rsid w:val="00765804"/>
    <w:rsid w:val="007E0A67"/>
    <w:rsid w:val="00832329"/>
    <w:rsid w:val="0089097F"/>
    <w:rsid w:val="008A39FF"/>
    <w:rsid w:val="008C396B"/>
    <w:rsid w:val="0091032A"/>
    <w:rsid w:val="009113B8"/>
    <w:rsid w:val="00992D53"/>
    <w:rsid w:val="009A65FD"/>
    <w:rsid w:val="00A43EC9"/>
    <w:rsid w:val="00A55366"/>
    <w:rsid w:val="00A60D0F"/>
    <w:rsid w:val="00AC6CA9"/>
    <w:rsid w:val="00AD2478"/>
    <w:rsid w:val="00AE140D"/>
    <w:rsid w:val="00AF645D"/>
    <w:rsid w:val="00B3292E"/>
    <w:rsid w:val="00B700B7"/>
    <w:rsid w:val="00B81B05"/>
    <w:rsid w:val="00BE4E22"/>
    <w:rsid w:val="00C30A5A"/>
    <w:rsid w:val="00C3332D"/>
    <w:rsid w:val="00C35A95"/>
    <w:rsid w:val="00CC06DA"/>
    <w:rsid w:val="00CE7172"/>
    <w:rsid w:val="00D21F58"/>
    <w:rsid w:val="00D22FDF"/>
    <w:rsid w:val="00D577E9"/>
    <w:rsid w:val="00D938F5"/>
    <w:rsid w:val="00DA7B26"/>
    <w:rsid w:val="00DB1432"/>
    <w:rsid w:val="00DB2FF0"/>
    <w:rsid w:val="00DC1CC1"/>
    <w:rsid w:val="00DF1D46"/>
    <w:rsid w:val="00E00FDC"/>
    <w:rsid w:val="00E01A7E"/>
    <w:rsid w:val="00E064AD"/>
    <w:rsid w:val="00E21F58"/>
    <w:rsid w:val="00E44B04"/>
    <w:rsid w:val="00E95316"/>
    <w:rsid w:val="00EB5CBB"/>
    <w:rsid w:val="00F20BE3"/>
    <w:rsid w:val="00FE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D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78D6"/>
    <w:pPr>
      <w:ind w:left="720"/>
      <w:contextualSpacing/>
    </w:pPr>
  </w:style>
  <w:style w:type="table" w:styleId="TableGrid">
    <w:name w:val="Table Grid"/>
    <w:basedOn w:val="TableNormal"/>
    <w:uiPriority w:val="99"/>
    <w:rsid w:val="00AF64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E21F5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A43E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99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3</Pages>
  <Words>472</Words>
  <Characters>2692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Александр</cp:lastModifiedBy>
  <cp:revision>9</cp:revision>
  <dcterms:created xsi:type="dcterms:W3CDTF">2020-10-16T16:58:00Z</dcterms:created>
  <dcterms:modified xsi:type="dcterms:W3CDTF">2020-11-17T22:00:00Z</dcterms:modified>
</cp:coreProperties>
</file>