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A78" w:rsidRDefault="001E6A78" w:rsidP="00D81B7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№ питання</w:t>
      </w:r>
    </w:p>
    <w:tbl>
      <w:tblPr>
        <w:tblW w:w="9280" w:type="dxa"/>
        <w:tblInd w:w="103" w:type="dxa"/>
        <w:tblLook w:val="0000"/>
      </w:tblPr>
      <w:tblGrid>
        <w:gridCol w:w="8320"/>
        <w:gridCol w:w="960"/>
      </w:tblGrid>
      <w:tr w:rsidR="001E6A78" w:rsidRPr="00CB4454" w:rsidTr="00CB4454">
        <w:trPr>
          <w:trHeight w:val="300"/>
        </w:trPr>
        <w:tc>
          <w:tcPr>
            <w:tcW w:w="8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5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Акамсін Федір Володимирович</w:t>
              </w:r>
            </w:hyperlink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1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6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Батюк Катерина Василівна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2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7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Береговой Кіріл Вікторович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3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8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Боздирєв Дмитро Іванович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4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9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Бойко Микола Олександрович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5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0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Борисенко Богдана Віталіївна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6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1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Бугай Катерина Іванівна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7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2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Бужедді Айман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8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3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Вакуленко Сергій Геннадійович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9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4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Величко Данило Олександрович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10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5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Гераус Дар`я Андріївна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11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6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Гончаренко Максим Анатолійович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12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7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Горбик Вячеслав Олександрович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13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8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Горянець Віталій Валерійович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14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9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Гузенко Владислав Сергійович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15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0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Данило Анастасія Юріївна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16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1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Дебелий Владислав Сергійович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17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2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Дем`яненко Тимур Михайлович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18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3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Дорофеєв Владіслав Сергійович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19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4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Дорошенко Антон Олександрович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20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5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Дубановський Олександр Васильович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21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6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Дяченко Максим Андрійович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22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7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Ждан Дмитро Вікторович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23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8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Ількова Вікторія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24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29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Карпова Яна Сергіївна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25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30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Кисельов Вадим Євгенійович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26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31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Клименко Ангеліна Сергіївна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27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32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Клочко Єлизавета Миколаївна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28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33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Кордюк Анастасія Сергіївна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29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34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Корнієнко Максим Юрійович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30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35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Котенко Олексій Андрійович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31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36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Кубасов Владислав Сергійович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32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37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Кузнецова Юлія Леонідівна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33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38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Курило Ганна Сергіївна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34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39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Курятіна Тетяна Валеріївна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35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40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Малапура Діана Ігорівна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36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41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Маркіна Катерина Володимирівна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37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42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Монастирний Богдан Віталійович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38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43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Науменко Михайло Сергійович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39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44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Недава Дмитро Сергійович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40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45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Остроконь Сергій Русланович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41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46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Перцов Антон Сергійович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42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47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Піддубна Софія Олексіївна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43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48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Пупирєв Дмитро Євгенович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44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49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Рак Віталій Віталійович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45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50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Рябко Данило Владиславович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46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51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Сидоренко Марина Анатоліївна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47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52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Сологуб Владислав Олександрович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48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53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Степаненко Олег Ігорович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49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54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Ткаченко Вадим Денисович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50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55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Тончак Віолетта Володимирівна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51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56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Тотьмянін Данило Олександрович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52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57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Чуріков Павло Андрійович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53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58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Шишков Михайло Михайлович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54</w:t>
            </w:r>
          </w:p>
        </w:tc>
      </w:tr>
      <w:tr w:rsidR="001E6A78" w:rsidRPr="00CB4454" w:rsidTr="00CB4454">
        <w:trPr>
          <w:trHeight w:val="300"/>
        </w:trPr>
        <w:tc>
          <w:tcPr>
            <w:tcW w:w="8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A78" w:rsidRPr="00CB4454" w:rsidRDefault="001E6A78" w:rsidP="00CB4454">
            <w:pPr>
              <w:spacing w:after="0" w:line="240" w:lineRule="auto"/>
              <w:rPr>
                <w:rFonts w:ascii="Arial" w:hAnsi="Arial"/>
                <w:color w:val="0000FF"/>
                <w:sz w:val="20"/>
                <w:szCs w:val="20"/>
                <w:u w:val="single"/>
                <w:lang w:eastAsia="ru-RU"/>
              </w:rPr>
            </w:pPr>
            <w:hyperlink r:id="rId59" w:history="1">
              <w:r w:rsidRPr="00CB4454">
                <w:rPr>
                  <w:rFonts w:ascii="Arial" w:hAnsi="Arial"/>
                  <w:color w:val="0000FF"/>
                  <w:sz w:val="20"/>
                  <w:u w:val="single"/>
                  <w:lang w:eastAsia="ru-RU"/>
                </w:rPr>
                <w:t>Щербань Артем Андрійович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6A78" w:rsidRPr="00CB4454" w:rsidRDefault="001E6A78" w:rsidP="00CB4454">
            <w:pPr>
              <w:spacing w:after="0" w:line="240" w:lineRule="auto"/>
              <w:jc w:val="right"/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</w:pPr>
            <w:r w:rsidRPr="00CB4454">
              <w:rPr>
                <w:rFonts w:ascii="FontAwesome" w:hAnsi="FontAwesome"/>
                <w:i/>
                <w:iCs/>
                <w:color w:val="666699"/>
                <w:sz w:val="24"/>
                <w:szCs w:val="24"/>
                <w:lang w:eastAsia="ru-RU"/>
              </w:rPr>
              <w:t>55</w:t>
            </w:r>
          </w:p>
        </w:tc>
      </w:tr>
    </w:tbl>
    <w:p w:rsidR="001E6A78" w:rsidRDefault="001E6A78" w:rsidP="00D81B7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E6A78" w:rsidRPr="0073350A" w:rsidRDefault="001E6A78" w:rsidP="00D81B7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350A">
        <w:rPr>
          <w:rFonts w:ascii="Times New Roman" w:hAnsi="Times New Roman"/>
          <w:b/>
          <w:bCs/>
          <w:sz w:val="28"/>
          <w:szCs w:val="28"/>
          <w:lang w:val="uk-UA"/>
        </w:rPr>
        <w:t>ПИТАННЯ ДО ЗАЛІКУ</w:t>
      </w:r>
    </w:p>
    <w:p w:rsidR="001E6A78" w:rsidRDefault="001E6A78" w:rsidP="0073350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Інтеграція та інтеграційні процеси</w:t>
      </w:r>
    </w:p>
    <w:p w:rsidR="001E6A78" w:rsidRPr="0073350A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 xml:space="preserve">Реальна, функціональна та інституціональна інтеграція </w:t>
      </w:r>
    </w:p>
    <w:p w:rsidR="001E6A78" w:rsidRPr="0073350A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 xml:space="preserve">Економічна інтеграційна модель </w:t>
      </w:r>
    </w:p>
    <w:p w:rsidR="001E6A78" w:rsidRPr="0073350A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>Модель міжурядового співробітництва</w:t>
      </w:r>
    </w:p>
    <w:p w:rsidR="001E6A78" w:rsidRPr="0073350A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>Поступова інтеграція (на прикладі сучасного ЄС)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>Феномен інтеграції – співвідношення економіки і політики</w:t>
      </w:r>
    </w:p>
    <w:p w:rsidR="001E6A78" w:rsidRPr="0073350A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Ознаки інтеграції. Причини Європейської інтеграції</w:t>
      </w:r>
    </w:p>
    <w:p w:rsidR="001E6A78" w:rsidRPr="0073350A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>Міжнародні інтеграційні процеси (передумови формування), стадії економічної інтеграції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>Становлення і сучасні тенденції інтеграційних процесів ЄС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Особливості сучасних процесів міжнародної економічної інтеграції</w:t>
      </w:r>
    </w:p>
    <w:p w:rsidR="001E6A78" w:rsidRPr="0073350A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Про Конституцію ЄС: переваги та недоліки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>Інтенсивність міжнародної торгівлі як індикатор ступеня інтеграції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>Розвиток європейської економічної інтеграції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Спільна оборонна</w:t>
      </w: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 xml:space="preserve"> і безпекова політика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Сценарії майбутнього Європейської оборони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>Україна в процесах європейської інтеграції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Зміни і доповнення до конституцій країн – членів ЄС при вступі до ЄС</w:t>
      </w:r>
    </w:p>
    <w:p w:rsidR="001E6A78" w:rsidRDefault="001E6A78" w:rsidP="000670C9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Європейська та Євроатлантична інтеграція</w:t>
      </w:r>
    </w:p>
    <w:p w:rsidR="001E6A78" w:rsidRPr="000670C9" w:rsidRDefault="001E6A78" w:rsidP="000670C9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0670C9">
        <w:rPr>
          <w:rFonts w:ascii="Cambria" w:hAnsi="Cambria" w:cs="Tahoma"/>
          <w:b/>
          <w:bCs/>
          <w:iCs/>
          <w:sz w:val="28"/>
          <w:szCs w:val="28"/>
          <w:lang w:val="uk-UA"/>
        </w:rPr>
        <w:t>Заходи щодо закріплення і прискорення Європейської інтеграції (основний зміст)</w:t>
      </w:r>
    </w:p>
    <w:p w:rsidR="001E6A78" w:rsidRPr="00491EE6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 xml:space="preserve">Проблеми та виклики в контексті виконання Угоди про </w:t>
      </w:r>
      <w:r w:rsidRPr="00491EE6">
        <w:rPr>
          <w:rFonts w:ascii="Cambria" w:hAnsi="Cambria" w:cs="Tahoma"/>
          <w:b/>
          <w:bCs/>
          <w:iCs/>
          <w:sz w:val="28"/>
          <w:szCs w:val="28"/>
          <w:lang w:val="uk-UA"/>
        </w:rPr>
        <w:t>Асоціацію.</w:t>
      </w:r>
    </w:p>
    <w:p w:rsidR="001E6A78" w:rsidRPr="00491EE6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491EE6">
        <w:rPr>
          <w:rFonts w:ascii="Cambria" w:hAnsi="Cambria"/>
          <w:b/>
          <w:bCs/>
          <w:sz w:val="28"/>
          <w:szCs w:val="28"/>
          <w:lang w:val="uk-UA"/>
        </w:rPr>
        <w:t>Перешкоди на шляху поглиблення інтеграційних процесів між Україною та ЄС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491EE6">
        <w:rPr>
          <w:rFonts w:ascii="Cambria" w:hAnsi="Cambria" w:cs="Tahoma"/>
          <w:b/>
          <w:bCs/>
          <w:iCs/>
          <w:sz w:val="28"/>
          <w:szCs w:val="28"/>
          <w:lang w:val="uk-UA"/>
        </w:rPr>
        <w:t>Співробітництво України та НАТО (вектор співпраці)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Напрями підтримки України з боку ЄС.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Програми допомоги ЄС – Україна.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Характеристика переваг для України від членства в ЄС (малий та середній бізнес, соціальна політика та освіта)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Характеристика переваг для України від членства в ЄС (науково-технічне співробітництво)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Характеристика переваг для України від членства в ЄС (зменшення корупції)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Консультативна місія ЄС в Україні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>Перший етап Європейської інтеграції (Промова Вінстона  Черчілля 19.09.1946 р.)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>Другий етап Європейської інтеграції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>Третій етап Європейської інтеграції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>Четвертий етап Європейської інтеграції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>Новітня історія Європейської інтеграції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>Історія розширення Європейського Союзу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>Історичні події створення Європейського Союзу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>Країни з особливим статусом у Євросоюзі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>Становлення відносин України і ЄС.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 xml:space="preserve">Угода про партнерство та співробітництво 1994 </w:t>
      </w: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–</w:t>
      </w: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 xml:space="preserve"> 2008 рр.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>Євроінтеграція у зовнішньополітичних планах українського керівництва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>Угода про асоціацію між Україною та Європейським союзом (з 2014 року)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 w:rsidRPr="0073350A">
        <w:rPr>
          <w:rFonts w:ascii="Cambria" w:hAnsi="Cambria" w:cs="Tahoma"/>
          <w:b/>
          <w:bCs/>
          <w:iCs/>
          <w:sz w:val="28"/>
          <w:szCs w:val="28"/>
          <w:lang w:val="uk-UA"/>
        </w:rPr>
        <w:t>Введення безвізового режиму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Сильні і слабі сторони інтеграції України до ЄС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Очікувані можливості і загрози від інтеграції України до ЄС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Державний борг – тенденції та проблеми його наявності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Цінова стабільність, доларизація, інфляція, дефіцит бюджету України</w:t>
      </w:r>
    </w:p>
    <w:p w:rsidR="001E6A78" w:rsidRDefault="001E6A78" w:rsidP="00F20210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ВВП, макроекономічні показники та їх оцінка (стисло)</w:t>
      </w:r>
    </w:p>
    <w:p w:rsidR="001E6A78" w:rsidRDefault="001E6A78" w:rsidP="00F20210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Характеристики геополітичної обстановки у світі</w:t>
      </w:r>
    </w:p>
    <w:p w:rsidR="001E6A78" w:rsidRDefault="001E6A78" w:rsidP="00F20210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Роль основних засобів у забезпеченні виробничої безпеки України</w:t>
      </w:r>
    </w:p>
    <w:p w:rsidR="001E6A78" w:rsidRPr="00F20210" w:rsidRDefault="001E6A78" w:rsidP="00F20210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Облікова ставка НБУ. Відсоткові кредитні ставки банків. Зв'язок показників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Складові економічної безпеки та їх стисла характеристика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Складові фінансової безпеки та їх стисла характеристика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Виробнича безпека – індикатори оцінки, причини втрати виробничої безпеки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Безпека банківської системи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Енергетична безпека та її характерні ознаки</w:t>
      </w:r>
    </w:p>
    <w:p w:rsidR="001E6A78" w:rsidRDefault="001E6A78" w:rsidP="0073350A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  <w:r>
        <w:rPr>
          <w:rFonts w:ascii="Cambria" w:hAnsi="Cambria" w:cs="Tahoma"/>
          <w:b/>
          <w:bCs/>
          <w:iCs/>
          <w:sz w:val="28"/>
          <w:szCs w:val="28"/>
          <w:lang w:val="uk-UA"/>
        </w:rPr>
        <w:t>Про демографічну та соціальну безпеку як складові економічної безпеки України</w:t>
      </w:r>
    </w:p>
    <w:p w:rsidR="001E6A78" w:rsidRPr="009045D0" w:rsidRDefault="001E6A78" w:rsidP="009045D0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</w:p>
    <w:p w:rsidR="001E6A78" w:rsidRPr="00F20210" w:rsidRDefault="001E6A78" w:rsidP="00F20210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sz w:val="28"/>
          <w:szCs w:val="28"/>
          <w:lang w:val="uk-UA"/>
        </w:rPr>
      </w:pPr>
    </w:p>
    <w:p w:rsidR="001E6A78" w:rsidRDefault="001E6A78" w:rsidP="0073350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E6A78" w:rsidRDefault="001E6A78" w:rsidP="0073350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E6A78" w:rsidRDefault="001E6A78" w:rsidP="0073350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E6A78" w:rsidRDefault="001E6A78" w:rsidP="0073350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E6A78" w:rsidRDefault="001E6A78" w:rsidP="0073350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E6A78" w:rsidRDefault="001E6A78" w:rsidP="0073350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E6A78" w:rsidRDefault="001E6A78" w:rsidP="0073350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E6A78" w:rsidRDefault="001E6A78" w:rsidP="0073350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E6A78" w:rsidRDefault="001E6A78" w:rsidP="0073350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E6A78" w:rsidRDefault="001E6A78" w:rsidP="0073350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E6A78" w:rsidRDefault="001E6A78" w:rsidP="0073350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E6A78" w:rsidRDefault="001E6A78" w:rsidP="0073350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E6A78" w:rsidRDefault="001E6A78" w:rsidP="0073350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E6A78" w:rsidRDefault="001E6A78" w:rsidP="0073350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E6A78" w:rsidRDefault="001E6A78" w:rsidP="0073350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E6A78" w:rsidRDefault="001E6A78" w:rsidP="0073350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E6A78" w:rsidRDefault="001E6A78" w:rsidP="0073350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E6A78" w:rsidRDefault="001E6A78" w:rsidP="0073350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E6A78" w:rsidRPr="0073350A" w:rsidRDefault="001E6A78" w:rsidP="0073350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sectPr w:rsidR="001E6A78" w:rsidRPr="0073350A" w:rsidSect="00EC2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FontAwesom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50F79"/>
    <w:multiLevelType w:val="hybridMultilevel"/>
    <w:tmpl w:val="80B64E8C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001003"/>
    <w:multiLevelType w:val="hybridMultilevel"/>
    <w:tmpl w:val="1398FB76"/>
    <w:lvl w:ilvl="0" w:tplc="52888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4D32721"/>
    <w:multiLevelType w:val="hybridMultilevel"/>
    <w:tmpl w:val="BF689FBC"/>
    <w:lvl w:ilvl="0" w:tplc="52888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307F"/>
    <w:rsid w:val="000670C9"/>
    <w:rsid w:val="001E6A78"/>
    <w:rsid w:val="002072E2"/>
    <w:rsid w:val="00491EE6"/>
    <w:rsid w:val="005433C2"/>
    <w:rsid w:val="005A64D7"/>
    <w:rsid w:val="0073350A"/>
    <w:rsid w:val="00734A5A"/>
    <w:rsid w:val="00755FA7"/>
    <w:rsid w:val="009045D0"/>
    <w:rsid w:val="00B047F8"/>
    <w:rsid w:val="00B24A73"/>
    <w:rsid w:val="00CB4454"/>
    <w:rsid w:val="00CC0CD5"/>
    <w:rsid w:val="00CC3902"/>
    <w:rsid w:val="00D53DFD"/>
    <w:rsid w:val="00D81B78"/>
    <w:rsid w:val="00DA307F"/>
    <w:rsid w:val="00EC25B1"/>
    <w:rsid w:val="00F20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5B1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3350A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B445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23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odle.znu.edu.ua/user/view.php?id=35076&amp;course=10354" TargetMode="External"/><Relationship Id="rId18" Type="http://schemas.openxmlformats.org/officeDocument/2006/relationships/hyperlink" Target="https://moodle.znu.edu.ua/user/view.php?id=35039&amp;course=10354" TargetMode="External"/><Relationship Id="rId26" Type="http://schemas.openxmlformats.org/officeDocument/2006/relationships/hyperlink" Target="https://moodle.znu.edu.ua/user/view.php?id=41168&amp;course=10354" TargetMode="External"/><Relationship Id="rId39" Type="http://schemas.openxmlformats.org/officeDocument/2006/relationships/hyperlink" Target="https://moodle.znu.edu.ua/user/view.php?id=35068&amp;course=10354" TargetMode="External"/><Relationship Id="rId21" Type="http://schemas.openxmlformats.org/officeDocument/2006/relationships/hyperlink" Target="https://moodle.znu.edu.ua/user/view.php?id=35086&amp;course=10354" TargetMode="External"/><Relationship Id="rId34" Type="http://schemas.openxmlformats.org/officeDocument/2006/relationships/hyperlink" Target="https://moodle.znu.edu.ua/user/view.php?id=35042&amp;course=10354" TargetMode="External"/><Relationship Id="rId42" Type="http://schemas.openxmlformats.org/officeDocument/2006/relationships/hyperlink" Target="https://moodle.znu.edu.ua/user/view.php?id=38881&amp;course=10354" TargetMode="External"/><Relationship Id="rId47" Type="http://schemas.openxmlformats.org/officeDocument/2006/relationships/hyperlink" Target="https://moodle.znu.edu.ua/user/view.php?id=35048&amp;course=10354" TargetMode="External"/><Relationship Id="rId50" Type="http://schemas.openxmlformats.org/officeDocument/2006/relationships/hyperlink" Target="https://moodle.znu.edu.ua/user/view.php?id=41175&amp;course=10354" TargetMode="External"/><Relationship Id="rId55" Type="http://schemas.openxmlformats.org/officeDocument/2006/relationships/hyperlink" Target="https://moodle.znu.edu.ua/user/view.php?id=38880&amp;course=10354" TargetMode="External"/><Relationship Id="rId7" Type="http://schemas.openxmlformats.org/officeDocument/2006/relationships/hyperlink" Target="https://moodle.znu.edu.ua/user/view.php?id=36982&amp;course=1035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oodle.znu.edu.ua/user/view.php?id=41166&amp;course=10354" TargetMode="External"/><Relationship Id="rId20" Type="http://schemas.openxmlformats.org/officeDocument/2006/relationships/hyperlink" Target="https://moodle.znu.edu.ua/user/view.php?id=35070&amp;course=10354" TargetMode="External"/><Relationship Id="rId29" Type="http://schemas.openxmlformats.org/officeDocument/2006/relationships/hyperlink" Target="https://moodle.znu.edu.ua/user/view.php?id=35055&amp;course=10354" TargetMode="External"/><Relationship Id="rId41" Type="http://schemas.openxmlformats.org/officeDocument/2006/relationships/hyperlink" Target="https://moodle.znu.edu.ua/user/view.php?id=34990&amp;course=10354" TargetMode="External"/><Relationship Id="rId54" Type="http://schemas.openxmlformats.org/officeDocument/2006/relationships/hyperlink" Target="https://moodle.znu.edu.ua/user/view.php?id=34960&amp;course=103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oodle.znu.edu.ua/user/view.php?id=34008&amp;course=10354" TargetMode="External"/><Relationship Id="rId11" Type="http://schemas.openxmlformats.org/officeDocument/2006/relationships/hyperlink" Target="https://moodle.znu.edu.ua/user/view.php?id=35051&amp;course=10354" TargetMode="External"/><Relationship Id="rId24" Type="http://schemas.openxmlformats.org/officeDocument/2006/relationships/hyperlink" Target="https://moodle.znu.edu.ua/user/view.php?id=34984&amp;course=10354" TargetMode="External"/><Relationship Id="rId32" Type="http://schemas.openxmlformats.org/officeDocument/2006/relationships/hyperlink" Target="https://moodle.znu.edu.ua/user/view.php?id=35067&amp;course=10354" TargetMode="External"/><Relationship Id="rId37" Type="http://schemas.openxmlformats.org/officeDocument/2006/relationships/hyperlink" Target="https://moodle.znu.edu.ua/user/view.php?id=38853&amp;course=10354" TargetMode="External"/><Relationship Id="rId40" Type="http://schemas.openxmlformats.org/officeDocument/2006/relationships/hyperlink" Target="https://moodle.znu.edu.ua/user/view.php?id=35075&amp;course=10354" TargetMode="External"/><Relationship Id="rId45" Type="http://schemas.openxmlformats.org/officeDocument/2006/relationships/hyperlink" Target="https://moodle.znu.edu.ua/user/view.php?id=34968&amp;course=10354" TargetMode="External"/><Relationship Id="rId53" Type="http://schemas.openxmlformats.org/officeDocument/2006/relationships/hyperlink" Target="https://moodle.znu.edu.ua/user/view.php?id=35019&amp;course=10354" TargetMode="External"/><Relationship Id="rId58" Type="http://schemas.openxmlformats.org/officeDocument/2006/relationships/hyperlink" Target="https://moodle.znu.edu.ua/user/view.php?id=35066&amp;course=10354" TargetMode="External"/><Relationship Id="rId5" Type="http://schemas.openxmlformats.org/officeDocument/2006/relationships/hyperlink" Target="https://moodle.znu.edu.ua/user/view.php?id=35084&amp;course=10354" TargetMode="External"/><Relationship Id="rId15" Type="http://schemas.openxmlformats.org/officeDocument/2006/relationships/hyperlink" Target="https://moodle.znu.edu.ua/user/view.php?id=35063&amp;course=10354" TargetMode="External"/><Relationship Id="rId23" Type="http://schemas.openxmlformats.org/officeDocument/2006/relationships/hyperlink" Target="https://moodle.znu.edu.ua/user/view.php?id=35017&amp;course=10354" TargetMode="External"/><Relationship Id="rId28" Type="http://schemas.openxmlformats.org/officeDocument/2006/relationships/hyperlink" Target="https://moodle.znu.edu.ua/user/view.php?id=35081&amp;course=10354" TargetMode="External"/><Relationship Id="rId36" Type="http://schemas.openxmlformats.org/officeDocument/2006/relationships/hyperlink" Target="https://moodle.znu.edu.ua/user/view.php?id=41169&amp;course=10354" TargetMode="External"/><Relationship Id="rId49" Type="http://schemas.openxmlformats.org/officeDocument/2006/relationships/hyperlink" Target="https://moodle.znu.edu.ua/user/view.php?id=38897&amp;course=10354" TargetMode="External"/><Relationship Id="rId57" Type="http://schemas.openxmlformats.org/officeDocument/2006/relationships/hyperlink" Target="https://moodle.znu.edu.ua/user/view.php?id=33548&amp;course=10354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oodle.znu.edu.ua/user/view.php?id=38894&amp;course=10354" TargetMode="External"/><Relationship Id="rId19" Type="http://schemas.openxmlformats.org/officeDocument/2006/relationships/hyperlink" Target="https://moodle.znu.edu.ua/user/view.php?id=35073&amp;course=10354" TargetMode="External"/><Relationship Id="rId31" Type="http://schemas.openxmlformats.org/officeDocument/2006/relationships/hyperlink" Target="https://moodle.znu.edu.ua/user/view.php?id=36202&amp;course=10354" TargetMode="External"/><Relationship Id="rId44" Type="http://schemas.openxmlformats.org/officeDocument/2006/relationships/hyperlink" Target="https://moodle.znu.edu.ua/user/view.php?id=35020&amp;course=10354" TargetMode="External"/><Relationship Id="rId52" Type="http://schemas.openxmlformats.org/officeDocument/2006/relationships/hyperlink" Target="https://moodle.znu.edu.ua/user/view.php?id=41176&amp;course=10354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odle.znu.edu.ua/user/view.php?id=35043&amp;course=10354" TargetMode="External"/><Relationship Id="rId14" Type="http://schemas.openxmlformats.org/officeDocument/2006/relationships/hyperlink" Target="https://moodle.znu.edu.ua/user/view.php?id=35003&amp;course=10354" TargetMode="External"/><Relationship Id="rId22" Type="http://schemas.openxmlformats.org/officeDocument/2006/relationships/hyperlink" Target="https://moodle.znu.edu.ua/user/view.php?id=35012&amp;course=10354" TargetMode="External"/><Relationship Id="rId27" Type="http://schemas.openxmlformats.org/officeDocument/2006/relationships/hyperlink" Target="https://moodle.znu.edu.ua/user/view.php?id=34929&amp;course=10354" TargetMode="External"/><Relationship Id="rId30" Type="http://schemas.openxmlformats.org/officeDocument/2006/relationships/hyperlink" Target="https://moodle.znu.edu.ua/user/view.php?id=38896&amp;course=10354" TargetMode="External"/><Relationship Id="rId35" Type="http://schemas.openxmlformats.org/officeDocument/2006/relationships/hyperlink" Target="https://moodle.znu.edu.ua/user/view.php?id=35069&amp;course=10354" TargetMode="External"/><Relationship Id="rId43" Type="http://schemas.openxmlformats.org/officeDocument/2006/relationships/hyperlink" Target="https://moodle.znu.edu.ua/user/view.php?id=41172&amp;course=10354" TargetMode="External"/><Relationship Id="rId48" Type="http://schemas.openxmlformats.org/officeDocument/2006/relationships/hyperlink" Target="https://moodle.znu.edu.ua/user/view.php?id=41173&amp;course=10354" TargetMode="External"/><Relationship Id="rId56" Type="http://schemas.openxmlformats.org/officeDocument/2006/relationships/hyperlink" Target="https://moodle.znu.edu.ua/user/view.php?id=41178&amp;course=10354" TargetMode="External"/><Relationship Id="rId8" Type="http://schemas.openxmlformats.org/officeDocument/2006/relationships/hyperlink" Target="https://moodle.znu.edu.ua/user/view.php?id=34993&amp;course=10354" TargetMode="External"/><Relationship Id="rId51" Type="http://schemas.openxmlformats.org/officeDocument/2006/relationships/hyperlink" Target="https://moodle.znu.edu.ua/user/view.php?id=34954&amp;course=103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oodle.znu.edu.ua/user/view.php?id=37142&amp;course=10354" TargetMode="External"/><Relationship Id="rId17" Type="http://schemas.openxmlformats.org/officeDocument/2006/relationships/hyperlink" Target="https://moodle.znu.edu.ua/user/view.php?id=34915&amp;course=10354" TargetMode="External"/><Relationship Id="rId25" Type="http://schemas.openxmlformats.org/officeDocument/2006/relationships/hyperlink" Target="https://moodle.znu.edu.ua/user/view.php?id=38895&amp;course=10354" TargetMode="External"/><Relationship Id="rId33" Type="http://schemas.openxmlformats.org/officeDocument/2006/relationships/hyperlink" Target="https://moodle.znu.edu.ua/user/view.php?id=35082&amp;course=10354" TargetMode="External"/><Relationship Id="rId38" Type="http://schemas.openxmlformats.org/officeDocument/2006/relationships/hyperlink" Target="https://moodle.znu.edu.ua/user/view.php?id=35077&amp;course=10354" TargetMode="External"/><Relationship Id="rId46" Type="http://schemas.openxmlformats.org/officeDocument/2006/relationships/hyperlink" Target="https://moodle.znu.edu.ua/user/view.php?id=38882&amp;course=10354" TargetMode="External"/><Relationship Id="rId59" Type="http://schemas.openxmlformats.org/officeDocument/2006/relationships/hyperlink" Target="https://moodle.znu.edu.ua/user/view.php?id=41179&amp;course=1035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4</Pages>
  <Words>1342</Words>
  <Characters>7654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питання</dc:title>
  <dc:subject/>
  <dc:creator>Наталья Метеленко</dc:creator>
  <cp:keywords/>
  <dc:description/>
  <cp:lastModifiedBy>Александр</cp:lastModifiedBy>
  <cp:revision>2</cp:revision>
  <dcterms:created xsi:type="dcterms:W3CDTF">2020-12-13T09:06:00Z</dcterms:created>
  <dcterms:modified xsi:type="dcterms:W3CDTF">2020-12-13T09:06:00Z</dcterms:modified>
</cp:coreProperties>
</file>